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6F606" w14:textId="407CBFAF" w:rsidR="00AE78BD" w:rsidRDefault="005B4A0E" w:rsidP="00B5083B">
      <w:pPr>
        <w:jc w:val="center"/>
      </w:pPr>
      <w:r>
        <w:t>Julika</w:t>
      </w:r>
      <w:r w:rsidR="00AE78BD">
        <w:t xml:space="preserve"> Wiesinger</w:t>
      </w:r>
    </w:p>
    <w:p w14:paraId="43291853" w14:textId="77777777" w:rsidR="00AE78BD" w:rsidRDefault="00AE78BD" w:rsidP="00B5083B">
      <w:pPr>
        <w:jc w:val="center"/>
      </w:pPr>
      <w:r>
        <w:t>Breite Str. 20 · 86150 Augsburg</w:t>
      </w:r>
    </w:p>
    <w:p w14:paraId="1A970152" w14:textId="45CCCBF2" w:rsidR="00AE78BD" w:rsidRDefault="00AE78BD" w:rsidP="00B5083B">
      <w:pPr>
        <w:jc w:val="center"/>
      </w:pPr>
      <w:r>
        <w:t>Mobil: 0171 12344444 · Tel.: 0821 112233446</w:t>
      </w:r>
    </w:p>
    <w:p w14:paraId="5CB8DE7A" w14:textId="3B3BC6D0" w:rsidR="005B4A0E" w:rsidRDefault="005B4A0E" w:rsidP="00B5083B">
      <w:pPr>
        <w:jc w:val="center"/>
      </w:pPr>
      <w:r>
        <w:t>E-Mail: wiesinger@bspweb.de</w:t>
      </w:r>
    </w:p>
    <w:p w14:paraId="7F46E0E4" w14:textId="77777777" w:rsidR="005B4A0E" w:rsidRDefault="005B4A0E" w:rsidP="00AE78BD"/>
    <w:p w14:paraId="74BA41E3" w14:textId="77777777" w:rsidR="00B5083B" w:rsidRDefault="00B5083B" w:rsidP="00AE78BD"/>
    <w:p w14:paraId="2CB9F354" w14:textId="77777777" w:rsidR="00F644E7" w:rsidRDefault="00F644E7" w:rsidP="00AE78BD"/>
    <w:p w14:paraId="2E1A601C" w14:textId="77777777" w:rsidR="00AE78BD" w:rsidRDefault="00AE78BD" w:rsidP="00AE78BD">
      <w:proofErr w:type="spellStart"/>
      <w:r>
        <w:t>Terrapro</w:t>
      </w:r>
      <w:proofErr w:type="spellEnd"/>
      <w:r>
        <w:t xml:space="preserve"> Solar AG</w:t>
      </w:r>
    </w:p>
    <w:p w14:paraId="44E5EA4A" w14:textId="77777777" w:rsidR="00AE78BD" w:rsidRDefault="00AE78BD" w:rsidP="00AE78BD">
      <w:r>
        <w:t>Herrn Dr. Marius Ebner</w:t>
      </w:r>
    </w:p>
    <w:p w14:paraId="4359E3BC" w14:textId="77777777" w:rsidR="00AE78BD" w:rsidRDefault="00AE78BD" w:rsidP="00AE78BD">
      <w:r>
        <w:t>Ingolstädter Str. 134</w:t>
      </w:r>
    </w:p>
    <w:p w14:paraId="6A828EBE" w14:textId="588B63DA" w:rsidR="00AE78BD" w:rsidRDefault="00AE78BD" w:rsidP="00AE78BD">
      <w:r>
        <w:t>80635 M</w:t>
      </w:r>
      <w:r w:rsidR="005B4A0E">
        <w:t>ü</w:t>
      </w:r>
      <w:r>
        <w:t>nchen</w:t>
      </w:r>
    </w:p>
    <w:p w14:paraId="5D2588D3" w14:textId="77777777" w:rsidR="005B4A0E" w:rsidRDefault="005B4A0E" w:rsidP="00AE78BD"/>
    <w:p w14:paraId="03FEF267" w14:textId="77777777" w:rsidR="005B4A0E" w:rsidRDefault="005B4A0E" w:rsidP="00AE78BD"/>
    <w:p w14:paraId="2DAAFAFF" w14:textId="3E4EEBD6" w:rsidR="00AE78BD" w:rsidRDefault="00B5083B" w:rsidP="005B4A0E">
      <w:pPr>
        <w:jc w:val="right"/>
      </w:pPr>
      <w:r>
        <w:t>6.</w:t>
      </w:r>
      <w:r w:rsidR="00AE78BD">
        <w:t>7.201</w:t>
      </w:r>
      <w:r w:rsidR="005B4A0E">
        <w:t>6</w:t>
      </w:r>
    </w:p>
    <w:p w14:paraId="66A61489" w14:textId="77777777" w:rsidR="005B4A0E" w:rsidRDefault="005B4A0E" w:rsidP="00AE78BD"/>
    <w:p w14:paraId="0C6EB1AD" w14:textId="77777777" w:rsidR="005B4A0E" w:rsidRDefault="005B4A0E" w:rsidP="00AE78BD"/>
    <w:p w14:paraId="136BD8AA" w14:textId="2AA0552F" w:rsidR="00AE78BD" w:rsidRPr="005B4A0E" w:rsidRDefault="00AE78BD" w:rsidP="00AE78BD">
      <w:pPr>
        <w:rPr>
          <w:b/>
        </w:rPr>
      </w:pPr>
      <w:r w:rsidRPr="005B4A0E">
        <w:rPr>
          <w:b/>
        </w:rPr>
        <w:t xml:space="preserve">Initiativbewerbung als Assistentin der </w:t>
      </w:r>
      <w:proofErr w:type="spellStart"/>
      <w:r w:rsidRPr="005B4A0E">
        <w:rPr>
          <w:b/>
        </w:rPr>
        <w:t>Gesch</w:t>
      </w:r>
      <w:r w:rsidR="005B4A0E">
        <w:rPr>
          <w:b/>
        </w:rPr>
        <w:t>ä</w:t>
      </w:r>
      <w:r w:rsidRPr="005B4A0E">
        <w:rPr>
          <w:b/>
        </w:rPr>
        <w:t>ftsführung</w:t>
      </w:r>
      <w:proofErr w:type="spellEnd"/>
    </w:p>
    <w:p w14:paraId="0DA2EE87" w14:textId="77777777" w:rsidR="005B4A0E" w:rsidRDefault="005B4A0E" w:rsidP="00AE78BD"/>
    <w:p w14:paraId="3EA558C1" w14:textId="77777777" w:rsidR="005B4A0E" w:rsidRDefault="005B4A0E" w:rsidP="00AE78BD"/>
    <w:p w14:paraId="2B63A4EF" w14:textId="77777777" w:rsidR="00AE78BD" w:rsidRDefault="00AE78BD" w:rsidP="00AE78BD">
      <w:r>
        <w:t>Sehr geehrter Herr Dr. Ebner,</w:t>
      </w:r>
    </w:p>
    <w:p w14:paraId="684AC84A" w14:textId="77777777" w:rsidR="005B4A0E" w:rsidRDefault="005B4A0E" w:rsidP="00AE78BD"/>
    <w:p w14:paraId="7B7914F5" w14:textId="2A5B9A99" w:rsidR="00AE78BD" w:rsidRDefault="005B4A0E" w:rsidP="00AE78BD">
      <w:r>
        <w:t>ü</w:t>
      </w:r>
      <w:r w:rsidR="00AE78BD">
        <w:t>ber den Bundesverband Sekretariat und B</w:t>
      </w:r>
      <w:r>
        <w:t>ü</w:t>
      </w:r>
      <w:r w:rsidR="00AE78BD">
        <w:t>romanagement (</w:t>
      </w:r>
      <w:proofErr w:type="spellStart"/>
      <w:r w:rsidR="00AE78BD">
        <w:t>bSb</w:t>
      </w:r>
      <w:proofErr w:type="spellEnd"/>
      <w:r w:rsidR="00AE78BD">
        <w:t>) habe ich erfahren, dass Sie eine</w:t>
      </w:r>
      <w:r>
        <w:t xml:space="preserve"> </w:t>
      </w:r>
      <w:r w:rsidR="00AE78BD">
        <w:t xml:space="preserve">neue Assistentin suchen. Weil ich schon viel Positives </w:t>
      </w:r>
      <w:r>
        <w:t>ü</w:t>
      </w:r>
      <w:r w:rsidR="00AE78BD">
        <w:t>ber Ihr Unternehmen gehört habe und</w:t>
      </w:r>
      <w:r>
        <w:t xml:space="preserve"> </w:t>
      </w:r>
      <w:r w:rsidR="00AE78BD">
        <w:t>seit vielen Jahren ehrenamtlich im Umweltschutz engagiert bin, sende ich Ihnen heute diese Initiativbewerbung.</w:t>
      </w:r>
    </w:p>
    <w:p w14:paraId="17F2B978" w14:textId="77777777" w:rsidR="005B4A0E" w:rsidRDefault="005B4A0E" w:rsidP="00AE78BD"/>
    <w:p w14:paraId="1AAACA6F" w14:textId="6449DA49" w:rsidR="00AE78BD" w:rsidRDefault="00AE78BD" w:rsidP="00AE78BD">
      <w:r>
        <w:t>Aufgrund meiner langjährigen Erfahrung als Vorstandsassistentin beherrsche ich alle Sekr</w:t>
      </w:r>
      <w:r>
        <w:t>e</w:t>
      </w:r>
      <w:r>
        <w:t>tariatsaufgaben</w:t>
      </w:r>
      <w:r w:rsidR="005B4A0E">
        <w:t xml:space="preserve"> </w:t>
      </w:r>
      <w:r>
        <w:t>wie Korrespondenz, Reisemanagement, Vorbereitung von Meetings,</w:t>
      </w:r>
      <w:r w:rsidR="005B4A0E">
        <w:t xml:space="preserve"> </w:t>
      </w:r>
      <w:r>
        <w:t>Erste</w:t>
      </w:r>
      <w:r>
        <w:t>l</w:t>
      </w:r>
      <w:r>
        <w:t>lung von Präsentationen, Ablage- und Dokumentenmanagement.</w:t>
      </w:r>
    </w:p>
    <w:p w14:paraId="55C1EA5D" w14:textId="77777777" w:rsidR="005B4A0E" w:rsidRDefault="005B4A0E" w:rsidP="00AE78BD"/>
    <w:p w14:paraId="64F398A4" w14:textId="2DF6B298" w:rsidR="00AE78BD" w:rsidRDefault="00AE78BD" w:rsidP="00AE78BD">
      <w:r>
        <w:t>In meiner j</w:t>
      </w:r>
      <w:r w:rsidR="005B4A0E">
        <w:t>ü</w:t>
      </w:r>
      <w:r>
        <w:t xml:space="preserve">ngsten </w:t>
      </w:r>
      <w:r w:rsidR="00A63D7B">
        <w:t>Anstellung bin ich für vielfältige administrative</w:t>
      </w:r>
      <w:r>
        <w:t xml:space="preserve"> und organisatori</w:t>
      </w:r>
      <w:r w:rsidR="00A63D7B">
        <w:t>sche</w:t>
      </w:r>
      <w:r w:rsidR="005B4A0E">
        <w:t xml:space="preserve"> </w:t>
      </w:r>
      <w:r>
        <w:t>Au</w:t>
      </w:r>
      <w:r>
        <w:t>f</w:t>
      </w:r>
      <w:r>
        <w:t xml:space="preserve">gaben </w:t>
      </w:r>
      <w:r w:rsidR="00A63D7B">
        <w:t xml:space="preserve">verantwortlich, und </w:t>
      </w:r>
      <w:r>
        <w:t xml:space="preserve">außerdem </w:t>
      </w:r>
      <w:r w:rsidR="00A63D7B">
        <w:t xml:space="preserve">stehe ich bei </w:t>
      </w:r>
      <w:r>
        <w:t>verschiedenen Projekten als Ansprec</w:t>
      </w:r>
      <w:r>
        <w:t>h</w:t>
      </w:r>
      <w:r>
        <w:t>partnerin f</w:t>
      </w:r>
      <w:r w:rsidR="005B4A0E">
        <w:t>ü</w:t>
      </w:r>
      <w:r>
        <w:t>r internationale</w:t>
      </w:r>
      <w:r w:rsidR="005B4A0E">
        <w:t xml:space="preserve"> </w:t>
      </w:r>
      <w:r>
        <w:t>Kunden und Geschäftspartner zur Verf</w:t>
      </w:r>
      <w:r w:rsidR="005B4A0E">
        <w:t>ü</w:t>
      </w:r>
      <w:r>
        <w:t>gung.</w:t>
      </w:r>
    </w:p>
    <w:p w14:paraId="0B48CD5A" w14:textId="77777777" w:rsidR="005B4A0E" w:rsidRDefault="005B4A0E" w:rsidP="00AE78BD"/>
    <w:p w14:paraId="644AC804" w14:textId="09F2526F" w:rsidR="00AE78BD" w:rsidRDefault="00AE78BD" w:rsidP="00E94C75">
      <w:r>
        <w:t>Ich arbeite selbstständig, strukturiert und orientiere mich an Prioritäten. Meine Vorgeset</w:t>
      </w:r>
      <w:r>
        <w:t>z</w:t>
      </w:r>
      <w:r>
        <w:t>ten</w:t>
      </w:r>
      <w:r w:rsidR="005B4A0E">
        <w:t xml:space="preserve"> </w:t>
      </w:r>
      <w:r>
        <w:t>schätzen vor allem meine Fähigkeit, alle Abläufe im Sekretariat straff zu organisieren, und meine</w:t>
      </w:r>
      <w:r w:rsidR="005B4A0E">
        <w:t xml:space="preserve"> </w:t>
      </w:r>
      <w:r>
        <w:t>Motivation, mich Herausforderungen zu stellen und schnell in neue Prozesse ei</w:t>
      </w:r>
      <w:r>
        <w:t>n</w:t>
      </w:r>
      <w:r>
        <w:t>zufinden. Entsprechende</w:t>
      </w:r>
      <w:r w:rsidR="005B4A0E">
        <w:t xml:space="preserve"> </w:t>
      </w:r>
      <w:r>
        <w:t>Referenzen finden Sie in meinem Lebenslauf.</w:t>
      </w:r>
    </w:p>
    <w:p w14:paraId="02FAA7D4" w14:textId="77777777" w:rsidR="005B4A0E" w:rsidRDefault="005B4A0E" w:rsidP="00AE78BD"/>
    <w:p w14:paraId="6422FA4C" w14:textId="77A44087" w:rsidR="00AE78BD" w:rsidRDefault="00AE78BD" w:rsidP="00AE78BD">
      <w:r>
        <w:t xml:space="preserve">Habe ich Sie mit dieser Bewerbung von meinen Qualifikationen </w:t>
      </w:r>
      <w:r w:rsidR="005B4A0E">
        <w:t>ü</w:t>
      </w:r>
      <w:r>
        <w:t>berzeugt? Ich freue mich sehr,</w:t>
      </w:r>
      <w:r w:rsidR="005B4A0E">
        <w:t xml:space="preserve"> </w:t>
      </w:r>
      <w:r>
        <w:t>Sie bei einem Vorstellungsgespräch persönlich kennenzulernen. Einem Umzug nach M</w:t>
      </w:r>
      <w:r w:rsidR="005B4A0E">
        <w:t>ü</w:t>
      </w:r>
      <w:r>
        <w:t>nchen</w:t>
      </w:r>
      <w:r w:rsidR="005B4A0E">
        <w:t xml:space="preserve"> </w:t>
      </w:r>
      <w:r>
        <w:t>steht von meiner Seite nichts im Wege.</w:t>
      </w:r>
    </w:p>
    <w:p w14:paraId="650510FB" w14:textId="77777777" w:rsidR="005B4A0E" w:rsidRDefault="005B4A0E" w:rsidP="00AE78BD"/>
    <w:p w14:paraId="2CE92029" w14:textId="02CF2ADC" w:rsidR="00AE78BD" w:rsidRDefault="00AE78BD" w:rsidP="00AE78BD">
      <w:r>
        <w:t>Mit freundlichen Gr</w:t>
      </w:r>
      <w:r w:rsidR="005B4A0E">
        <w:t>üß</w:t>
      </w:r>
      <w:r>
        <w:t>en</w:t>
      </w:r>
    </w:p>
    <w:p w14:paraId="287E96CE" w14:textId="77777777" w:rsidR="00B5083B" w:rsidRDefault="00B5083B" w:rsidP="00AE78BD"/>
    <w:p w14:paraId="329AD342" w14:textId="7D235CCF" w:rsidR="0095639B" w:rsidRPr="00F36183" w:rsidRDefault="005B4A0E" w:rsidP="005B4A0E">
      <w:pPr>
        <w:pStyle w:val="UnterschriftName"/>
        <w:rPr>
          <w:rFonts w:ascii="Lucida Handwriting" w:hAnsi="Lucida Handwriting"/>
        </w:rPr>
      </w:pPr>
      <w:bookmarkStart w:id="0" w:name="_GoBack"/>
      <w:r w:rsidRPr="00F36183">
        <w:rPr>
          <w:rFonts w:ascii="Lucida Handwriting" w:hAnsi="Lucida Handwriting"/>
        </w:rPr>
        <w:t>Julika</w:t>
      </w:r>
      <w:r w:rsidR="00AE78BD" w:rsidRPr="00F36183">
        <w:rPr>
          <w:rFonts w:ascii="Lucida Handwriting" w:hAnsi="Lucida Handwriting"/>
        </w:rPr>
        <w:t xml:space="preserve"> Wiesinger</w:t>
      </w:r>
      <w:bookmarkEnd w:id="0"/>
    </w:p>
    <w:sectPr w:rsidR="0095639B" w:rsidRPr="00F36183" w:rsidSect="00F644E7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6B273C" w14:textId="77777777" w:rsidR="00AE78BD" w:rsidRDefault="00AE78BD" w:rsidP="00D04998">
      <w:pPr>
        <w:spacing w:line="240" w:lineRule="auto"/>
      </w:pPr>
      <w:r>
        <w:separator/>
      </w:r>
    </w:p>
  </w:endnote>
  <w:endnote w:type="continuationSeparator" w:id="0">
    <w:p w14:paraId="44007B12" w14:textId="77777777" w:rsidR="00AE78BD" w:rsidRDefault="00AE78BD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charset w:val="00"/>
    <w:family w:val="auto"/>
    <w:pitch w:val="variable"/>
    <w:sig w:usb0="800000AF" w:usb1="5000204A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19D15" w14:textId="77777777" w:rsidR="00AE78BD" w:rsidRDefault="00AE78BD" w:rsidP="00D04998">
      <w:pPr>
        <w:spacing w:line="240" w:lineRule="auto"/>
      </w:pPr>
      <w:r>
        <w:separator/>
      </w:r>
    </w:p>
  </w:footnote>
  <w:footnote w:type="continuationSeparator" w:id="0">
    <w:p w14:paraId="0E955EC2" w14:textId="77777777" w:rsidR="00AE78BD" w:rsidRDefault="00AE78BD" w:rsidP="00D0499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9D8"/>
    <w:rsid w:val="000B1FA9"/>
    <w:rsid w:val="000D0FC8"/>
    <w:rsid w:val="00124892"/>
    <w:rsid w:val="0021238A"/>
    <w:rsid w:val="00327334"/>
    <w:rsid w:val="00370185"/>
    <w:rsid w:val="003B7D74"/>
    <w:rsid w:val="0040444D"/>
    <w:rsid w:val="004F0647"/>
    <w:rsid w:val="005B4A0E"/>
    <w:rsid w:val="00631380"/>
    <w:rsid w:val="006D3345"/>
    <w:rsid w:val="006F5C84"/>
    <w:rsid w:val="00770743"/>
    <w:rsid w:val="007C371D"/>
    <w:rsid w:val="008D2E71"/>
    <w:rsid w:val="008D76FD"/>
    <w:rsid w:val="0095639B"/>
    <w:rsid w:val="009D01B1"/>
    <w:rsid w:val="00A479D8"/>
    <w:rsid w:val="00A63D7B"/>
    <w:rsid w:val="00A66DEC"/>
    <w:rsid w:val="00AB6AAA"/>
    <w:rsid w:val="00AE72C8"/>
    <w:rsid w:val="00AE78BD"/>
    <w:rsid w:val="00B14BB3"/>
    <w:rsid w:val="00B46EB9"/>
    <w:rsid w:val="00B5083B"/>
    <w:rsid w:val="00B65920"/>
    <w:rsid w:val="00C841F7"/>
    <w:rsid w:val="00CC6031"/>
    <w:rsid w:val="00CC7DA6"/>
    <w:rsid w:val="00D04998"/>
    <w:rsid w:val="00DF19CD"/>
    <w:rsid w:val="00DF7E68"/>
    <w:rsid w:val="00E37989"/>
    <w:rsid w:val="00E94C75"/>
    <w:rsid w:val="00EA037D"/>
    <w:rsid w:val="00EB3170"/>
    <w:rsid w:val="00F1444A"/>
    <w:rsid w:val="00F339CC"/>
    <w:rsid w:val="00F36183"/>
    <w:rsid w:val="00F637C5"/>
    <w:rsid w:val="00F644E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F5C5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B5083B"/>
    <w:pPr>
      <w:spacing w:line="310" w:lineRule="exact"/>
    </w:pPr>
    <w:rPr>
      <w:rFonts w:ascii="Calibri" w:hAnsi="Calibri"/>
      <w:sz w:val="25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F644E7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 w:val="24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B5083B"/>
    <w:pPr>
      <w:spacing w:line="310" w:lineRule="exact"/>
    </w:pPr>
    <w:rPr>
      <w:rFonts w:ascii="Calibri" w:hAnsi="Calibri"/>
      <w:sz w:val="25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F644E7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 w:val="24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8CEC0D-1741-429A-8EB1-2452C9C83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E5BFC516</Template>
  <TotalTime>0</TotalTime>
  <Pages>1</Pages>
  <Words>231</Words>
  <Characters>1457</Characters>
  <Application>Microsoft Office Word</Application>
  <DocSecurity>0</DocSecurity>
  <Lines>12</Lines>
  <Paragraphs>3</Paragraphs>
  <ScaleCrop>false</ScaleCrop>
  <Company>F G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von Laffert, Juliane</cp:lastModifiedBy>
  <cp:revision>4</cp:revision>
  <cp:lastPrinted>2016-01-14T14:28:00Z</cp:lastPrinted>
  <dcterms:created xsi:type="dcterms:W3CDTF">2016-01-14T14:28:00Z</dcterms:created>
  <dcterms:modified xsi:type="dcterms:W3CDTF">2016-02-02T07:52:00Z</dcterms:modified>
</cp:coreProperties>
</file>